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D3A63BC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AE7C84">
        <w:rPr>
          <w:rFonts w:cstheme="minorHAnsi"/>
          <w:b/>
          <w:lang w:eastAsia="pl-PL"/>
        </w:rPr>
        <w:t>4</w:t>
      </w:r>
      <w:r w:rsidR="00F071C9">
        <w:rPr>
          <w:rFonts w:cstheme="minorHAnsi"/>
          <w:b/>
          <w:lang w:eastAsia="pl-PL"/>
        </w:rPr>
        <w:t>663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071C9" w:rsidRPr="00F071C9">
        <w:rPr>
          <w:rFonts w:cstheme="minorHAnsi"/>
          <w:bCs/>
          <w:i/>
          <w:color w:val="002060"/>
          <w:u w:val="single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Łowicz w obrębie miast/gmin: Bielawy, Bolimów, Chąśno, Domaniewice, Kocierzew P., Łyszkowice, Nieborów i Zduny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A0EE3C1" w:rsidR="00347E8D" w:rsidRPr="00CB439F" w:rsidRDefault="00DD3B16" w:rsidP="00DD3B16">
          <w:pPr>
            <w:suppressAutoHyphens/>
            <w:ind w:right="187"/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</w:pPr>
          <w:r w:rsidRPr="00CB439F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</w:t>
          </w:r>
          <w:r w:rsidR="00AE7C84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4</w:t>
          </w:r>
          <w:r w:rsidR="00F071C9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663</w:t>
          </w:r>
          <w:r w:rsidRPr="00CB439F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DF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3D0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B6E26"/>
    <w:rsid w:val="002C470F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50ED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4F7E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028"/>
    <w:rsid w:val="00902434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E7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D1EDB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9F"/>
    <w:rsid w:val="00CD2022"/>
    <w:rsid w:val="00CE2F55"/>
    <w:rsid w:val="00D03C12"/>
    <w:rsid w:val="00D10930"/>
    <w:rsid w:val="00D1247E"/>
    <w:rsid w:val="00D21BCE"/>
    <w:rsid w:val="00D3460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071C9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9DD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RODO.docx</dmsv2BaseFileName>
    <dmsv2BaseDisplayName xmlns="http://schemas.microsoft.com/sharepoint/v3">Załącznik nr 9 do SWZ - Ankieta RODO</dmsv2BaseDisplayName>
    <dmsv2SWPP2ObjectNumber xmlns="http://schemas.microsoft.com/sharepoint/v3">POST/DYS/OLD/GZ/04663/2025                        </dmsv2SWPP2ObjectNumber>
    <dmsv2SWPP2SumMD5 xmlns="http://schemas.microsoft.com/sharepoint/v3">6d1a2aeee1b136c3b574a7dfffe9d614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24114768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JEUP5JKVCYQC-922955212-25291</_dlc_DocId>
    <_dlc_DocIdUrl xmlns="a19cb1c7-c5c7-46d4-85ae-d83685407bba">
      <Url>https://swpp2.dms.gkpge.pl/sites/41/_layouts/15/DocIdRedir.aspx?ID=JEUP5JKVCYQC-922955212-25291</Url>
      <Description>JEUP5JKVCYQC-922955212-25291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A2BAA2-14DB-4245-B9C5-F879E3463EB5}"/>
</file>

<file path=customXml/itemProps3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6BE5446-2A4E-4D98-A6A0-84BFA1D1EBC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15</cp:revision>
  <cp:lastPrinted>2024-07-15T11:21:00Z</cp:lastPrinted>
  <dcterms:created xsi:type="dcterms:W3CDTF">2025-10-02T08:37:00Z</dcterms:created>
  <dcterms:modified xsi:type="dcterms:W3CDTF">2026-01-13T10:46:00Z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c2617e73-6ce5-4ce4-8e9f-efbb048f3821</vt:lpwstr>
  </property>
</Properties>
</file>